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915" w:rsidRDefault="00474915"/>
    <w:tbl>
      <w:tblPr>
        <w:tblW w:w="9478" w:type="dxa"/>
        <w:tblInd w:w="93" w:type="dxa"/>
        <w:tblLook w:val="00A0"/>
      </w:tblPr>
      <w:tblGrid>
        <w:gridCol w:w="477"/>
        <w:gridCol w:w="1323"/>
        <w:gridCol w:w="2438"/>
        <w:gridCol w:w="216"/>
        <w:gridCol w:w="1223"/>
        <w:gridCol w:w="1322"/>
        <w:gridCol w:w="1235"/>
        <w:gridCol w:w="145"/>
        <w:gridCol w:w="1099"/>
      </w:tblGrid>
      <w:tr w:rsidR="00474915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474915" w:rsidRPr="00EC6FF4" w:rsidTr="0009102E">
        <w:trPr>
          <w:trHeight w:val="103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915" w:rsidRPr="00A341C5" w:rsidRDefault="00474915" w:rsidP="009008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 численности муниципальных служащих и их фактическое содержа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ние за     1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квартал   2020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администрации Каменноовражского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474915" w:rsidRPr="00EC6FF4" w:rsidTr="0009102E">
        <w:trPr>
          <w:trHeight w:val="45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4915" w:rsidRPr="00EC6FF4" w:rsidTr="0009102E">
        <w:trPr>
          <w:trHeight w:val="64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Кассовые выплаты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FF4">
              <w:t>численность муниц служ (чел)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74915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Главы администрации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150044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44105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194149</w:t>
            </w:r>
          </w:p>
        </w:tc>
      </w:tr>
      <w:tr w:rsidR="00474915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специалистов адм-ции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474915" w:rsidRPr="00A341C5" w:rsidRDefault="00474915" w:rsidP="000910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44679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13493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58172</w:t>
            </w:r>
          </w:p>
        </w:tc>
      </w:tr>
      <w:tr w:rsidR="00474915" w:rsidRPr="00EC6FF4" w:rsidTr="0009102E">
        <w:trPr>
          <w:trHeight w:val="37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194723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57598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252321</w:t>
            </w:r>
          </w:p>
        </w:tc>
      </w:tr>
      <w:tr w:rsidR="00474915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74915" w:rsidRPr="00EC6FF4" w:rsidTr="0009102E">
        <w:trPr>
          <w:trHeight w:val="63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Командировочные расходы по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74915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суточные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74915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проездные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74915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74915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74915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74915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Итого расходы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915" w:rsidRDefault="00474915" w:rsidP="009748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342B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194723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342B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57598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915" w:rsidRPr="00A341C5" w:rsidRDefault="00474915" w:rsidP="00342B1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252321</w:t>
            </w:r>
          </w:p>
        </w:tc>
      </w:tr>
      <w:tr w:rsidR="00474915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F575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4915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47491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7491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74915" w:rsidRDefault="00474915" w:rsidP="00360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Каменноовражского сельсовета</w:t>
            </w: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F3443E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Гришин В.А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474915" w:rsidRPr="00EC6FF4" w:rsidTr="0009102E">
        <w:trPr>
          <w:trHeight w:val="30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474915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Эксперт -бухгалтер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  Ильина С.А</w:t>
            </w:r>
          </w:p>
        </w:tc>
      </w:tr>
      <w:tr w:rsidR="00474915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474915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474915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474915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474915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474915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4915" w:rsidRPr="00A341C5" w:rsidRDefault="0047491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74915" w:rsidRDefault="00474915"/>
    <w:p w:rsidR="00474915" w:rsidRDefault="00474915"/>
    <w:sectPr w:rsidR="00474915" w:rsidSect="0022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1C5"/>
    <w:rsid w:val="0009102E"/>
    <w:rsid w:val="0022421D"/>
    <w:rsid w:val="00292E39"/>
    <w:rsid w:val="00342B14"/>
    <w:rsid w:val="00360B59"/>
    <w:rsid w:val="003D3B31"/>
    <w:rsid w:val="00474915"/>
    <w:rsid w:val="00542011"/>
    <w:rsid w:val="005D1E1C"/>
    <w:rsid w:val="006D33C0"/>
    <w:rsid w:val="007860C9"/>
    <w:rsid w:val="007C19BF"/>
    <w:rsid w:val="007D42F2"/>
    <w:rsid w:val="007E456C"/>
    <w:rsid w:val="00805866"/>
    <w:rsid w:val="009008F7"/>
    <w:rsid w:val="009202F6"/>
    <w:rsid w:val="00974875"/>
    <w:rsid w:val="00A341C5"/>
    <w:rsid w:val="00A66937"/>
    <w:rsid w:val="00AB7EE6"/>
    <w:rsid w:val="00B055D4"/>
    <w:rsid w:val="00BB251B"/>
    <w:rsid w:val="00BC35FA"/>
    <w:rsid w:val="00C87844"/>
    <w:rsid w:val="00D35920"/>
    <w:rsid w:val="00DD13D9"/>
    <w:rsid w:val="00DE0C02"/>
    <w:rsid w:val="00E24AC5"/>
    <w:rsid w:val="00EC6FF4"/>
    <w:rsid w:val="00EE7F64"/>
    <w:rsid w:val="00F3443E"/>
    <w:rsid w:val="00F57585"/>
    <w:rsid w:val="00F73B57"/>
    <w:rsid w:val="00FA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21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341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41C5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32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117</Words>
  <Characters>669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5</cp:revision>
  <dcterms:created xsi:type="dcterms:W3CDTF">2019-01-10T07:21:00Z</dcterms:created>
  <dcterms:modified xsi:type="dcterms:W3CDTF">2020-04-21T11:11:00Z</dcterms:modified>
</cp:coreProperties>
</file>