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7B9" w:rsidRDefault="00EA47B9"/>
    <w:tbl>
      <w:tblPr>
        <w:tblW w:w="9478" w:type="dxa"/>
        <w:tblInd w:w="93" w:type="dxa"/>
        <w:tblLook w:val="00A0"/>
      </w:tblPr>
      <w:tblGrid>
        <w:gridCol w:w="477"/>
        <w:gridCol w:w="1323"/>
        <w:gridCol w:w="2438"/>
        <w:gridCol w:w="216"/>
        <w:gridCol w:w="1223"/>
        <w:gridCol w:w="1322"/>
        <w:gridCol w:w="1235"/>
        <w:gridCol w:w="145"/>
        <w:gridCol w:w="1099"/>
      </w:tblGrid>
      <w:tr w:rsidR="00EA47B9" w:rsidRPr="00EC6FF4" w:rsidTr="0009102E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EA47B9" w:rsidRPr="00EC6FF4" w:rsidTr="0009102E">
        <w:trPr>
          <w:trHeight w:val="103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EA47B9" w:rsidRPr="00A341C5" w:rsidRDefault="00EA47B9" w:rsidP="00A341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7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7B9" w:rsidRPr="00A341C5" w:rsidRDefault="00EA47B9" w:rsidP="009008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Сведения о численности муниципальных служащих и их фактическое содержа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ние за     2</w:t>
            </w: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квартал   2020</w:t>
            </w: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по администрации Каменноовражского</w:t>
            </w: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сельсовета</w:t>
            </w:r>
          </w:p>
        </w:tc>
      </w:tr>
      <w:tr w:rsidR="00EA47B9" w:rsidRPr="00EC6FF4" w:rsidTr="0009102E">
        <w:trPr>
          <w:trHeight w:val="450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A47B9" w:rsidRPr="00EC6FF4" w:rsidTr="0009102E">
        <w:trPr>
          <w:trHeight w:val="64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Кассовые выплаты муниципальным служащим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7B9" w:rsidRPr="00A341C5" w:rsidRDefault="00EA47B9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FF4">
              <w:t>численность муниц служ (чел)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EA47B9" w:rsidRPr="00EC6FF4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Зарплата Главы администрации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7B9" w:rsidRPr="00A341C5" w:rsidRDefault="00EA47B9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251439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74726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326165</w:t>
            </w:r>
          </w:p>
        </w:tc>
      </w:tr>
      <w:tr w:rsidR="00EA47B9" w:rsidRPr="00EC6FF4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зарплата специалистов адм-ции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7B9" w:rsidRDefault="00EA47B9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EA47B9" w:rsidRPr="00A341C5" w:rsidRDefault="00EA47B9" w:rsidP="0009102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157012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46209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203221</w:t>
            </w:r>
          </w:p>
        </w:tc>
      </w:tr>
      <w:tr w:rsidR="00EA47B9" w:rsidRPr="00EC6FF4" w:rsidTr="0009102E">
        <w:trPr>
          <w:trHeight w:val="37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7B9" w:rsidRDefault="00EA47B9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408451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120935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529386</w:t>
            </w:r>
          </w:p>
        </w:tc>
      </w:tr>
      <w:tr w:rsidR="00EA47B9" w:rsidRPr="00EC6FF4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A47B9" w:rsidRPr="00EC6FF4" w:rsidTr="0009102E">
        <w:trPr>
          <w:trHeight w:val="630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Командировочные расходы по муниципальным служащим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A47B9" w:rsidRPr="00EC6FF4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суточные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A47B9" w:rsidRPr="00EC6FF4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проездные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A47B9" w:rsidRPr="00EC6FF4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квартирные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A47B9" w:rsidRPr="00EC6FF4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A47B9" w:rsidRPr="00EC6FF4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A47B9" w:rsidRPr="00EC6FF4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Итого расходы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7B9" w:rsidRDefault="00EA47B9" w:rsidP="009748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7B9" w:rsidRPr="00A341C5" w:rsidRDefault="00EA47B9" w:rsidP="0078359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408451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7B9" w:rsidRPr="00A341C5" w:rsidRDefault="00EA47B9" w:rsidP="0078359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120935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7B9" w:rsidRPr="00A341C5" w:rsidRDefault="00EA47B9" w:rsidP="0078359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529386</w:t>
            </w:r>
          </w:p>
        </w:tc>
      </w:tr>
      <w:tr w:rsidR="00EA47B9" w:rsidRPr="00EC6FF4" w:rsidTr="0009102E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F5758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F5758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F5758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47B9" w:rsidRPr="00EC6FF4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EA47B9" w:rsidRDefault="00EA47B9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47B9" w:rsidRDefault="00EA47B9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47B9" w:rsidRDefault="00EA47B9" w:rsidP="00360B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Глава администрации Каменноовражского сельсовета</w:t>
            </w:r>
          </w:p>
        </w:tc>
        <w:tc>
          <w:tcPr>
            <w:tcW w:w="247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F3443E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             </w:t>
            </w:r>
            <w:r w:rsidRPr="00A341C5"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>Бичурин М.А</w:t>
            </w:r>
            <w:r w:rsidRPr="00A341C5"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A47B9" w:rsidRPr="00EC6FF4" w:rsidTr="0009102E">
        <w:trPr>
          <w:trHeight w:val="300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EA47B9" w:rsidRPr="00EC6FF4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</w:t>
            </w: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Эксперт -бухгалтер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7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               Ильина С.А</w:t>
            </w:r>
          </w:p>
        </w:tc>
      </w:tr>
      <w:tr w:rsidR="00EA47B9" w:rsidRPr="00EC6FF4" w:rsidTr="0009102E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EA47B9" w:rsidRPr="00EC6FF4" w:rsidTr="0009102E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EA47B9" w:rsidRPr="00EC6FF4" w:rsidTr="0009102E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EA47B9" w:rsidRPr="00EC6FF4" w:rsidTr="0009102E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EA47B9" w:rsidRPr="00EC6FF4" w:rsidTr="0009102E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EA47B9" w:rsidRPr="00EC6FF4" w:rsidTr="0009102E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47B9" w:rsidRPr="00A341C5" w:rsidRDefault="00EA47B9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EA47B9" w:rsidRDefault="00EA47B9"/>
    <w:p w:rsidR="00EA47B9" w:rsidRDefault="00EA47B9"/>
    <w:sectPr w:rsidR="00EA47B9" w:rsidSect="002242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41C5"/>
    <w:rsid w:val="0009102E"/>
    <w:rsid w:val="0022421D"/>
    <w:rsid w:val="00292E39"/>
    <w:rsid w:val="00342B14"/>
    <w:rsid w:val="00355A00"/>
    <w:rsid w:val="00360B59"/>
    <w:rsid w:val="003D3B31"/>
    <w:rsid w:val="00474915"/>
    <w:rsid w:val="00542011"/>
    <w:rsid w:val="005D1E1C"/>
    <w:rsid w:val="005D5706"/>
    <w:rsid w:val="006D33C0"/>
    <w:rsid w:val="00783591"/>
    <w:rsid w:val="007860C9"/>
    <w:rsid w:val="007C19BF"/>
    <w:rsid w:val="007D42F2"/>
    <w:rsid w:val="007E456C"/>
    <w:rsid w:val="00805866"/>
    <w:rsid w:val="009008F7"/>
    <w:rsid w:val="009202F6"/>
    <w:rsid w:val="00974875"/>
    <w:rsid w:val="00A341C5"/>
    <w:rsid w:val="00A66937"/>
    <w:rsid w:val="00AB7EE6"/>
    <w:rsid w:val="00B055D4"/>
    <w:rsid w:val="00BB251B"/>
    <w:rsid w:val="00BC35FA"/>
    <w:rsid w:val="00C87844"/>
    <w:rsid w:val="00D35920"/>
    <w:rsid w:val="00D43E9E"/>
    <w:rsid w:val="00DD13D9"/>
    <w:rsid w:val="00DE0C02"/>
    <w:rsid w:val="00E24AC5"/>
    <w:rsid w:val="00EA47B9"/>
    <w:rsid w:val="00EC6FF4"/>
    <w:rsid w:val="00EE7F64"/>
    <w:rsid w:val="00F3443E"/>
    <w:rsid w:val="00F57585"/>
    <w:rsid w:val="00F73B57"/>
    <w:rsid w:val="00FA4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21D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A341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341C5"/>
    <w:rPr>
      <w:rFonts w:ascii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554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55406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1</Pages>
  <Words>117</Words>
  <Characters>673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6</cp:revision>
  <dcterms:created xsi:type="dcterms:W3CDTF">2019-01-10T07:21:00Z</dcterms:created>
  <dcterms:modified xsi:type="dcterms:W3CDTF">2020-07-08T11:11:00Z</dcterms:modified>
</cp:coreProperties>
</file>