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F81" w:rsidRDefault="00223F81"/>
    <w:tbl>
      <w:tblPr>
        <w:tblW w:w="9478" w:type="dxa"/>
        <w:tblInd w:w="93" w:type="dxa"/>
        <w:tblLook w:val="00A0"/>
      </w:tblPr>
      <w:tblGrid>
        <w:gridCol w:w="477"/>
        <w:gridCol w:w="1323"/>
        <w:gridCol w:w="2438"/>
        <w:gridCol w:w="216"/>
        <w:gridCol w:w="1223"/>
        <w:gridCol w:w="1322"/>
        <w:gridCol w:w="1235"/>
        <w:gridCol w:w="145"/>
        <w:gridCol w:w="1099"/>
      </w:tblGrid>
      <w:tr w:rsidR="00223F81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23F81" w:rsidRPr="00EC6FF4" w:rsidTr="0009102E">
        <w:trPr>
          <w:trHeight w:val="103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223F81" w:rsidRPr="00A341C5" w:rsidRDefault="00223F81" w:rsidP="00A34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F81" w:rsidRPr="00A341C5" w:rsidRDefault="00223F81" w:rsidP="009008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 численности муниципальных служащих и их фактическое содержа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ние за     3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квартал   2020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администрации Каменноовражского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223F81" w:rsidRPr="00EC6FF4" w:rsidTr="0009102E">
        <w:trPr>
          <w:trHeight w:val="45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3F81" w:rsidRPr="00EC6FF4" w:rsidTr="0009102E">
        <w:trPr>
          <w:trHeight w:val="64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Кассовые выплаты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FF4">
              <w:t>численность муниц служ (чел)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223F81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Главы администрации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342565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102246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444811</w:t>
            </w:r>
          </w:p>
        </w:tc>
      </w:tr>
      <w:tr w:rsidR="00223F81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специалистов адм-ции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81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223F81" w:rsidRPr="00A341C5" w:rsidRDefault="00223F81" w:rsidP="000910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199749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59116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258865</w:t>
            </w:r>
          </w:p>
        </w:tc>
      </w:tr>
      <w:tr w:rsidR="00223F81" w:rsidRPr="00EC6FF4" w:rsidTr="0009102E">
        <w:trPr>
          <w:trHeight w:val="37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81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542314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161362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703676</w:t>
            </w:r>
          </w:p>
        </w:tc>
      </w:tr>
      <w:tr w:rsidR="00223F81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23F81" w:rsidRPr="00EC6FF4" w:rsidTr="0009102E">
        <w:trPr>
          <w:trHeight w:val="63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Командировочные расходы по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23F81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суточные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23F81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проездные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23F81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23F81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23F81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23F81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Итого расходы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F81" w:rsidRDefault="00223F81" w:rsidP="009748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9D28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542314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9D28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161362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F81" w:rsidRPr="00A341C5" w:rsidRDefault="00223F81" w:rsidP="009D283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703676</w:t>
            </w:r>
          </w:p>
        </w:tc>
      </w:tr>
      <w:tr w:rsidR="00223F81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F575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3F81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223F81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23F81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23F81" w:rsidRDefault="00223F81" w:rsidP="00360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Каменноовражского сельсовета</w:t>
            </w: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F3443E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Бичурин М.А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23F81" w:rsidRPr="00EC6FF4" w:rsidTr="0009102E">
        <w:trPr>
          <w:trHeight w:val="30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23F81" w:rsidRPr="00EC6FF4" w:rsidTr="0009102E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Эксперт -бухгалтер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  Ильина С.А</w:t>
            </w:r>
          </w:p>
        </w:tc>
      </w:tr>
      <w:tr w:rsidR="00223F81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23F81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23F81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23F81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23F81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23F81" w:rsidRPr="00EC6FF4" w:rsidTr="0009102E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F81" w:rsidRPr="00A341C5" w:rsidRDefault="00223F81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223F81" w:rsidRDefault="00223F81"/>
    <w:p w:rsidR="00223F81" w:rsidRDefault="00223F81"/>
    <w:sectPr w:rsidR="00223F81" w:rsidSect="0022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1C5"/>
    <w:rsid w:val="0009102E"/>
    <w:rsid w:val="00223F81"/>
    <w:rsid w:val="0022421D"/>
    <w:rsid w:val="00292E39"/>
    <w:rsid w:val="00342B14"/>
    <w:rsid w:val="00355A00"/>
    <w:rsid w:val="00360B59"/>
    <w:rsid w:val="003D3B31"/>
    <w:rsid w:val="00474915"/>
    <w:rsid w:val="00542011"/>
    <w:rsid w:val="005A7B15"/>
    <w:rsid w:val="005D1E1C"/>
    <w:rsid w:val="005D5706"/>
    <w:rsid w:val="006D33C0"/>
    <w:rsid w:val="00783591"/>
    <w:rsid w:val="007860C9"/>
    <w:rsid w:val="007C19BF"/>
    <w:rsid w:val="007D42F2"/>
    <w:rsid w:val="007E456C"/>
    <w:rsid w:val="00805866"/>
    <w:rsid w:val="009008F7"/>
    <w:rsid w:val="009202F6"/>
    <w:rsid w:val="00974875"/>
    <w:rsid w:val="009D283B"/>
    <w:rsid w:val="00A341C5"/>
    <w:rsid w:val="00A66937"/>
    <w:rsid w:val="00AB7EE6"/>
    <w:rsid w:val="00B055D4"/>
    <w:rsid w:val="00BB251B"/>
    <w:rsid w:val="00BC35FA"/>
    <w:rsid w:val="00C36C67"/>
    <w:rsid w:val="00C87844"/>
    <w:rsid w:val="00D35920"/>
    <w:rsid w:val="00D43E9E"/>
    <w:rsid w:val="00DD13D9"/>
    <w:rsid w:val="00DE0C02"/>
    <w:rsid w:val="00E15517"/>
    <w:rsid w:val="00E24AC5"/>
    <w:rsid w:val="00EA47B9"/>
    <w:rsid w:val="00EC6FF4"/>
    <w:rsid w:val="00EE7F64"/>
    <w:rsid w:val="00F3443E"/>
    <w:rsid w:val="00F57585"/>
    <w:rsid w:val="00F73B57"/>
    <w:rsid w:val="00FA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21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341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41C5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50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96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118</Words>
  <Characters>673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7</cp:revision>
  <dcterms:created xsi:type="dcterms:W3CDTF">2019-01-10T07:21:00Z</dcterms:created>
  <dcterms:modified xsi:type="dcterms:W3CDTF">2020-10-08T05:57:00Z</dcterms:modified>
</cp:coreProperties>
</file>