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17" w:rsidRDefault="00C82917"/>
    <w:tbl>
      <w:tblPr>
        <w:tblW w:w="9615" w:type="dxa"/>
        <w:tblInd w:w="93" w:type="dxa"/>
        <w:tblLook w:val="00A0"/>
      </w:tblPr>
      <w:tblGrid>
        <w:gridCol w:w="477"/>
        <w:gridCol w:w="1323"/>
        <w:gridCol w:w="2438"/>
        <w:gridCol w:w="216"/>
        <w:gridCol w:w="1223"/>
        <w:gridCol w:w="1322"/>
        <w:gridCol w:w="1235"/>
        <w:gridCol w:w="145"/>
        <w:gridCol w:w="1236"/>
      </w:tblGrid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103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917" w:rsidRPr="00A341C5" w:rsidRDefault="00C82917" w:rsidP="009008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 численности муниципальных служащих и их фактическое содержа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ние за     4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квартал   2020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администрации Каменноовражского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C82917" w:rsidRPr="00EC6FF4" w:rsidTr="008C529D">
        <w:trPr>
          <w:trHeight w:val="45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2917" w:rsidRPr="00EC6FF4" w:rsidTr="008C529D">
        <w:trPr>
          <w:trHeight w:val="64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Кассовые выплаты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FF4">
              <w:t>численность муниц служ (чел)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Главы администрации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436641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405881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881">
              <w:rPr>
                <w:rFonts w:ascii="Times New Roman" w:hAnsi="Times New Roman"/>
                <w:sz w:val="24"/>
                <w:szCs w:val="24"/>
                <w:lang w:eastAsia="ru-RU"/>
              </w:rPr>
              <w:t>129449,58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566090,58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специалистов адм-ции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A341C5" w:rsidRDefault="00C82917" w:rsidP="000910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215765,74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63953,25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279718,99</w:t>
            </w:r>
          </w:p>
        </w:tc>
      </w:tr>
      <w:tr w:rsidR="00C82917" w:rsidRPr="00EC6FF4" w:rsidTr="008C529D">
        <w:trPr>
          <w:trHeight w:val="37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652406,74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193402,83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845809,57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63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Командировочные расходы по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суточные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проездные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Итого расходы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Default="00C82917" w:rsidP="009748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BC2F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652406,74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BC2F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193402,83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BC2FA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845809,57</w:t>
            </w: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F575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2917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2917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2917" w:rsidRDefault="00C82917" w:rsidP="00360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Каменноовражского сельсовета</w:t>
            </w:r>
          </w:p>
        </w:tc>
        <w:tc>
          <w:tcPr>
            <w:tcW w:w="2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F3443E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Бичурин М.А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82917" w:rsidRPr="00EC6FF4" w:rsidTr="008C529D">
        <w:trPr>
          <w:trHeight w:val="30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Эксперт -бухгалтер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  Ильина С.А</w:t>
            </w: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82917" w:rsidRDefault="00C82917"/>
    <w:p w:rsidR="00C82917" w:rsidRDefault="00C82917"/>
    <w:sectPr w:rsidR="00C82917" w:rsidSect="0022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1C5"/>
    <w:rsid w:val="0009102E"/>
    <w:rsid w:val="00223F81"/>
    <w:rsid w:val="0022421D"/>
    <w:rsid w:val="00292E39"/>
    <w:rsid w:val="00342B14"/>
    <w:rsid w:val="00355A00"/>
    <w:rsid w:val="00360B59"/>
    <w:rsid w:val="003854EB"/>
    <w:rsid w:val="003D3B31"/>
    <w:rsid w:val="00405881"/>
    <w:rsid w:val="00474915"/>
    <w:rsid w:val="00542011"/>
    <w:rsid w:val="005A7B15"/>
    <w:rsid w:val="005D1E1C"/>
    <w:rsid w:val="005D5706"/>
    <w:rsid w:val="006D33C0"/>
    <w:rsid w:val="00783591"/>
    <w:rsid w:val="007860C9"/>
    <w:rsid w:val="007C19BF"/>
    <w:rsid w:val="007D42F2"/>
    <w:rsid w:val="007E456C"/>
    <w:rsid w:val="00805866"/>
    <w:rsid w:val="008C529D"/>
    <w:rsid w:val="009008F7"/>
    <w:rsid w:val="009202F6"/>
    <w:rsid w:val="00974875"/>
    <w:rsid w:val="009D283B"/>
    <w:rsid w:val="00A341C5"/>
    <w:rsid w:val="00A66937"/>
    <w:rsid w:val="00AB7EE6"/>
    <w:rsid w:val="00B055D4"/>
    <w:rsid w:val="00BB251B"/>
    <w:rsid w:val="00BC2FA9"/>
    <w:rsid w:val="00BC35FA"/>
    <w:rsid w:val="00C36C67"/>
    <w:rsid w:val="00C82917"/>
    <w:rsid w:val="00C87844"/>
    <w:rsid w:val="00D35920"/>
    <w:rsid w:val="00D43E9E"/>
    <w:rsid w:val="00DD13D9"/>
    <w:rsid w:val="00DE0C02"/>
    <w:rsid w:val="00E15517"/>
    <w:rsid w:val="00E24AC5"/>
    <w:rsid w:val="00EA47B9"/>
    <w:rsid w:val="00EC6FF4"/>
    <w:rsid w:val="00EE7F64"/>
    <w:rsid w:val="00F0466D"/>
    <w:rsid w:val="00F3443E"/>
    <w:rsid w:val="00F57585"/>
    <w:rsid w:val="00F73B57"/>
    <w:rsid w:val="00FA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21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341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41C5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35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51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1</Pages>
  <Words>122</Words>
  <Characters>702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8</cp:revision>
  <dcterms:created xsi:type="dcterms:W3CDTF">2019-01-10T07:21:00Z</dcterms:created>
  <dcterms:modified xsi:type="dcterms:W3CDTF">2021-01-20T21:09:00Z</dcterms:modified>
</cp:coreProperties>
</file>